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E3B05" w14:textId="77777777" w:rsidR="00E70CF2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</w:p>
    <w:p w14:paraId="70BB1551" w14:textId="77777777" w:rsidR="001A641A" w:rsidRPr="00A60CDA" w:rsidRDefault="00E70CF2" w:rsidP="00E70CF2">
      <w:pPr>
        <w:suppressAutoHyphens/>
        <w:ind w:left="5245"/>
        <w:jc w:val="both"/>
        <w:rPr>
          <w:rFonts w:cs="Arial"/>
          <w:snapToGrid w:val="0"/>
          <w:sz w:val="22"/>
          <w:szCs w:val="22"/>
        </w:rPr>
      </w:pPr>
      <w:r>
        <w:rPr>
          <w:rFonts w:cs="Arial"/>
          <w:snapToGrid w:val="0"/>
          <w:sz w:val="22"/>
          <w:szCs w:val="22"/>
        </w:rPr>
        <w:t>.</w:t>
      </w:r>
      <w:r w:rsidR="001A641A" w:rsidRPr="00A60CDA">
        <w:rPr>
          <w:rFonts w:cs="Arial"/>
          <w:snapToGrid w:val="0"/>
          <w:sz w:val="22"/>
          <w:szCs w:val="22"/>
        </w:rPr>
        <w:t>................................. dnia _ _. _ _. _ _ _ _ r.</w:t>
      </w:r>
    </w:p>
    <w:p w14:paraId="58737905" w14:textId="77777777" w:rsidR="001A641A" w:rsidRDefault="001A641A" w:rsidP="001A641A">
      <w:pPr>
        <w:suppressAutoHyphens/>
        <w:ind w:right="50"/>
        <w:jc w:val="both"/>
        <w:rPr>
          <w:rFonts w:cs="Arial"/>
          <w:sz w:val="22"/>
          <w:szCs w:val="22"/>
        </w:rPr>
      </w:pPr>
    </w:p>
    <w:p w14:paraId="4C52A2D6" w14:textId="77777777" w:rsidR="0049185E" w:rsidRPr="00A60CDA" w:rsidRDefault="0049185E" w:rsidP="001A641A">
      <w:pPr>
        <w:suppressAutoHyphens/>
        <w:ind w:right="50"/>
        <w:jc w:val="both"/>
        <w:rPr>
          <w:rFonts w:cs="Arial"/>
          <w:sz w:val="16"/>
          <w:szCs w:val="16"/>
        </w:rPr>
      </w:pPr>
    </w:p>
    <w:p w14:paraId="60F68F41" w14:textId="4C892ACB" w:rsidR="001A641A" w:rsidRPr="00A60CDA" w:rsidRDefault="001A641A" w:rsidP="001A641A">
      <w:pPr>
        <w:suppressAutoHyphens/>
        <w:ind w:right="5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Nr rej.:</w:t>
      </w:r>
      <w:r w:rsidRPr="00A60CDA">
        <w:rPr>
          <w:rFonts w:cs="Arial"/>
          <w:b/>
          <w:sz w:val="22"/>
          <w:szCs w:val="22"/>
        </w:rPr>
        <w:t xml:space="preserve"> </w:t>
      </w:r>
      <w:r w:rsidRPr="00A60CDA">
        <w:rPr>
          <w:rFonts w:cs="Arial"/>
          <w:bCs/>
          <w:sz w:val="22"/>
          <w:szCs w:val="22"/>
        </w:rPr>
        <w:t>…………………………………</w:t>
      </w:r>
    </w:p>
    <w:p w14:paraId="6DE293AA" w14:textId="77777777"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</w:p>
    <w:p w14:paraId="2847E5E8" w14:textId="77777777" w:rsidR="001A641A" w:rsidRPr="00A60CDA" w:rsidRDefault="001A641A" w:rsidP="001A641A">
      <w:pPr>
        <w:ind w:left="5103"/>
        <w:jc w:val="both"/>
        <w:rPr>
          <w:b/>
          <w:sz w:val="22"/>
          <w:szCs w:val="22"/>
        </w:rPr>
      </w:pPr>
      <w:r w:rsidRPr="00A60CDA">
        <w:rPr>
          <w:b/>
          <w:sz w:val="22"/>
          <w:szCs w:val="22"/>
        </w:rPr>
        <w:t>Prokuratura Rejonowa</w:t>
      </w:r>
    </w:p>
    <w:p w14:paraId="694BC694" w14:textId="77777777"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b/>
          <w:sz w:val="22"/>
          <w:szCs w:val="22"/>
        </w:rPr>
        <w:t>w</w:t>
      </w:r>
      <w:r w:rsidRPr="00A60CDA">
        <w:rPr>
          <w:rFonts w:cs="Arial"/>
          <w:sz w:val="22"/>
          <w:szCs w:val="22"/>
        </w:rPr>
        <w:t>.....................................................................</w:t>
      </w:r>
    </w:p>
    <w:p w14:paraId="1B0DF8AE" w14:textId="77777777" w:rsidR="001A641A" w:rsidRPr="00A60CDA" w:rsidRDefault="001A641A" w:rsidP="001A641A">
      <w:pPr>
        <w:suppressAutoHyphens/>
        <w:ind w:left="5103" w:right="50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14:paraId="0209E7AF" w14:textId="77777777" w:rsidR="00727FE9" w:rsidRPr="00A60CDA" w:rsidRDefault="00727FE9" w:rsidP="001A641A">
      <w:pPr>
        <w:jc w:val="both"/>
        <w:rPr>
          <w:sz w:val="22"/>
          <w:szCs w:val="22"/>
        </w:rPr>
      </w:pPr>
    </w:p>
    <w:p w14:paraId="5109C817" w14:textId="77777777" w:rsidR="001A641A" w:rsidRPr="00A60CDA" w:rsidRDefault="001A641A" w:rsidP="001A641A">
      <w:pPr>
        <w:jc w:val="both"/>
        <w:rPr>
          <w:sz w:val="22"/>
          <w:szCs w:val="22"/>
        </w:rPr>
      </w:pPr>
    </w:p>
    <w:p w14:paraId="7F4DF7F1" w14:textId="77777777" w:rsidR="00727FE9" w:rsidRPr="00A60CDA" w:rsidRDefault="00727FE9" w:rsidP="001A641A">
      <w:pPr>
        <w:pStyle w:val="Tekstpodstawowywcity"/>
        <w:spacing w:after="0"/>
        <w:ind w:left="0"/>
        <w:jc w:val="center"/>
        <w:rPr>
          <w:rFonts w:cs="Arial"/>
          <w:b/>
          <w:spacing w:val="100"/>
          <w:sz w:val="22"/>
          <w:szCs w:val="22"/>
        </w:rPr>
      </w:pPr>
      <w:r w:rsidRPr="00A60CDA">
        <w:rPr>
          <w:rFonts w:cs="Arial"/>
          <w:b/>
          <w:spacing w:val="100"/>
          <w:sz w:val="22"/>
          <w:szCs w:val="22"/>
        </w:rPr>
        <w:t>ZAWIADOMIENIE</w:t>
      </w:r>
    </w:p>
    <w:p w14:paraId="6D2DC45F" w14:textId="77777777" w:rsidR="00727FE9" w:rsidRPr="00A60CDA" w:rsidRDefault="00727FE9" w:rsidP="001A641A">
      <w:pPr>
        <w:pStyle w:val="Tekstpodstawowywcity"/>
        <w:tabs>
          <w:tab w:val="left" w:pos="311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0FD3590A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Na podstawie art. 304 § 2 Kodeksu postępowania karnego zawiadamiam o uzasadnionym podejrzeniu popełnienia przestępstwa </w:t>
      </w:r>
      <w:r w:rsidR="00D9300D" w:rsidRPr="00A60CDA">
        <w:rPr>
          <w:rFonts w:cs="Arial"/>
          <w:sz w:val="22"/>
          <w:szCs w:val="22"/>
        </w:rPr>
        <w:t xml:space="preserve">polegającego na tym, że </w:t>
      </w:r>
      <w:r w:rsidR="002508FD">
        <w:rPr>
          <w:rFonts w:cs="Arial"/>
          <w:sz w:val="22"/>
          <w:szCs w:val="22"/>
        </w:rPr>
        <w:t>……..</w:t>
      </w:r>
      <w:r w:rsidR="00D9300D" w:rsidRPr="00A60CDA">
        <w:rPr>
          <w:rFonts w:cs="Arial"/>
          <w:sz w:val="22"/>
          <w:szCs w:val="22"/>
        </w:rPr>
        <w:t>…………………………………</w:t>
      </w:r>
      <w:r w:rsidR="001A641A" w:rsidRPr="00A60CDA">
        <w:rPr>
          <w:rFonts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9300D" w:rsidRPr="00A60CDA">
        <w:rPr>
          <w:rFonts w:cs="Arial"/>
          <w:sz w:val="22"/>
          <w:szCs w:val="22"/>
        </w:rPr>
        <w:t>……………………………………………………………………..……</w:t>
      </w:r>
      <w:r w:rsidR="001A641A" w:rsidRPr="00A60CDA">
        <w:rPr>
          <w:rFonts w:cs="Arial"/>
          <w:sz w:val="22"/>
          <w:szCs w:val="22"/>
        </w:rPr>
        <w:t>……………………………………</w:t>
      </w:r>
      <w:r w:rsidR="00D9300D" w:rsidRPr="00A60CDA">
        <w:rPr>
          <w:rFonts w:cs="Arial"/>
          <w:sz w:val="22"/>
          <w:szCs w:val="22"/>
        </w:rPr>
        <w:t xml:space="preserve">., tj. przestępstwa </w:t>
      </w:r>
      <w:r w:rsidRPr="00A60CDA">
        <w:rPr>
          <w:rFonts w:cs="Arial"/>
          <w:sz w:val="22"/>
          <w:szCs w:val="22"/>
        </w:rPr>
        <w:t>z art.</w:t>
      </w:r>
      <w:r w:rsidRPr="00A60CDA">
        <w:rPr>
          <w:rFonts w:cs="Arial"/>
          <w:i/>
          <w:sz w:val="22"/>
          <w:szCs w:val="22"/>
        </w:rPr>
        <w:t xml:space="preserve"> </w:t>
      </w:r>
      <w:r w:rsidR="001A641A" w:rsidRPr="00A60CDA">
        <w:rPr>
          <w:rFonts w:cs="Arial"/>
          <w:i/>
          <w:sz w:val="22"/>
          <w:szCs w:val="22"/>
        </w:rPr>
        <w:t>………………………………………………………………………</w:t>
      </w:r>
      <w:r w:rsidR="00D9300D" w:rsidRPr="00A60CDA">
        <w:rPr>
          <w:rFonts w:cs="Arial"/>
          <w:i/>
          <w:sz w:val="22"/>
          <w:szCs w:val="22"/>
        </w:rPr>
        <w:t>………………..</w:t>
      </w:r>
      <w:r w:rsidRPr="00A60CDA">
        <w:rPr>
          <w:rFonts w:cs="Arial"/>
          <w:sz w:val="22"/>
          <w:szCs w:val="22"/>
        </w:rPr>
        <w:t>.</w:t>
      </w:r>
    </w:p>
    <w:p w14:paraId="3A0B9718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9B051FA" w14:textId="77777777" w:rsidR="00727FE9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kern w:val="22"/>
          <w:sz w:val="22"/>
          <w:szCs w:val="22"/>
        </w:rPr>
      </w:pPr>
      <w:r w:rsidRPr="00A60CDA">
        <w:rPr>
          <w:rFonts w:cs="Arial"/>
          <w:kern w:val="22"/>
          <w:sz w:val="22"/>
          <w:szCs w:val="22"/>
        </w:rPr>
        <w:t>Uzasadnienie:</w:t>
      </w:r>
    </w:p>
    <w:p w14:paraId="2C45D0FE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.,</w:t>
      </w:r>
    </w:p>
    <w:p w14:paraId="0D6F6CB4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i/>
          <w:sz w:val="16"/>
          <w:szCs w:val="16"/>
        </w:rPr>
        <w:t>(opis stanu faktycznego)</w:t>
      </w:r>
    </w:p>
    <w:p w14:paraId="06A9F35C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40E9CC37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 xml:space="preserve">Powyższe fakty uzasadniają podejrzenie popełnienia przestępstwa z </w:t>
      </w:r>
      <w:r w:rsidR="001A641A" w:rsidRPr="00A60CDA">
        <w:rPr>
          <w:rFonts w:cs="Arial"/>
          <w:sz w:val="22"/>
          <w:szCs w:val="22"/>
        </w:rPr>
        <w:t>a</w:t>
      </w:r>
      <w:r w:rsidRPr="00A60CDA">
        <w:rPr>
          <w:rFonts w:cs="Arial"/>
          <w:sz w:val="22"/>
          <w:szCs w:val="22"/>
        </w:rPr>
        <w:t>rt. …</w:t>
      </w:r>
      <w:r w:rsidR="001A641A" w:rsidRPr="00A60CDA">
        <w:rPr>
          <w:rFonts w:cs="Arial"/>
          <w:sz w:val="22"/>
          <w:szCs w:val="22"/>
        </w:rPr>
        <w:t>…………………….</w:t>
      </w:r>
      <w:r w:rsidRPr="00A60CDA">
        <w:rPr>
          <w:rFonts w:cs="Arial"/>
          <w:sz w:val="22"/>
          <w:szCs w:val="22"/>
        </w:rPr>
        <w:t>……</w:t>
      </w:r>
      <w:r w:rsidR="001A641A" w:rsidRPr="00A60CDA">
        <w:rPr>
          <w:rFonts w:cs="Arial"/>
          <w:sz w:val="22"/>
          <w:szCs w:val="22"/>
        </w:rPr>
        <w:t xml:space="preserve"> </w:t>
      </w:r>
      <w:r w:rsidRPr="00A60CDA">
        <w:rPr>
          <w:rFonts w:cs="Arial"/>
          <w:sz w:val="22"/>
          <w:szCs w:val="22"/>
        </w:rPr>
        <w:t>……………………………..........................................................................................</w:t>
      </w:r>
      <w:r w:rsidR="001A641A" w:rsidRPr="00A60CDA">
        <w:rPr>
          <w:rFonts w:cs="Arial"/>
          <w:sz w:val="22"/>
          <w:szCs w:val="22"/>
        </w:rPr>
        <w:t>.........................</w:t>
      </w:r>
    </w:p>
    <w:p w14:paraId="644C31DF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center"/>
        <w:rPr>
          <w:rFonts w:cs="Arial"/>
          <w:i/>
          <w:sz w:val="16"/>
          <w:szCs w:val="16"/>
        </w:rPr>
      </w:pPr>
      <w:r w:rsidRPr="00A60CDA">
        <w:rPr>
          <w:rFonts w:cs="Arial"/>
          <w:sz w:val="16"/>
          <w:szCs w:val="16"/>
        </w:rPr>
        <w:t xml:space="preserve"> </w:t>
      </w:r>
      <w:r w:rsidRPr="00A60CDA">
        <w:rPr>
          <w:rFonts w:cs="Arial"/>
          <w:i/>
          <w:sz w:val="16"/>
          <w:szCs w:val="16"/>
        </w:rPr>
        <w:t>(wskazanie naruszonego przepisu Kodeksu karnego lub innej ustawy przewidującej odpowiedzialność karną)</w:t>
      </w:r>
    </w:p>
    <w:p w14:paraId="5A221452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68728599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związku z powyższym zawiadomienie jest uzasadnione.</w:t>
      </w:r>
    </w:p>
    <w:p w14:paraId="0C7C296F" w14:textId="77777777" w:rsidR="001A641A" w:rsidRPr="00A60CDA" w:rsidRDefault="001A641A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24E3B8D" w14:textId="77777777"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W załączeniu przekazuję następujące dowody:</w:t>
      </w:r>
    </w:p>
    <w:p w14:paraId="5E4F5ADA" w14:textId="77777777"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14:paraId="255D33BD" w14:textId="77777777" w:rsidR="001A641A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</w:t>
      </w:r>
    </w:p>
    <w:p w14:paraId="0396ABA3" w14:textId="77777777" w:rsidR="009C0705" w:rsidRPr="00A60CDA" w:rsidRDefault="009C0705" w:rsidP="001A641A">
      <w:pPr>
        <w:pStyle w:val="Tekstpodstawowywcity"/>
        <w:numPr>
          <w:ilvl w:val="0"/>
          <w:numId w:val="20"/>
        </w:numPr>
        <w:tabs>
          <w:tab w:val="left" w:pos="0"/>
        </w:tabs>
        <w:spacing w:after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…………</w:t>
      </w:r>
      <w:r w:rsidR="001A641A" w:rsidRPr="00A60CDA">
        <w:rPr>
          <w:rFonts w:cs="Arial"/>
          <w:sz w:val="22"/>
          <w:szCs w:val="22"/>
        </w:rPr>
        <w:t>…………………………………………………………………………………………………..</w:t>
      </w:r>
    </w:p>
    <w:p w14:paraId="464334C0" w14:textId="77777777" w:rsidR="009C0705" w:rsidRPr="00A60CDA" w:rsidRDefault="009C0705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1B4B8DDB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  <w:r w:rsidRPr="00A60CDA">
        <w:rPr>
          <w:rFonts w:cs="Arial"/>
          <w:sz w:val="22"/>
          <w:szCs w:val="22"/>
        </w:rPr>
        <w:t>Dodatkowo informuję, że zgodnie z przepisem art.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49 §</w:t>
      </w:r>
      <w:r w:rsidR="00785F7F">
        <w:rPr>
          <w:rFonts w:cs="Arial"/>
          <w:sz w:val="22"/>
          <w:szCs w:val="22"/>
        </w:rPr>
        <w:t> </w:t>
      </w:r>
      <w:r w:rsidRPr="00A60CDA">
        <w:rPr>
          <w:rFonts w:cs="Arial"/>
          <w:sz w:val="22"/>
          <w:szCs w:val="22"/>
        </w:rPr>
        <w:t>3a Kodeksu postępowania karnego będę wykonywał prawa pokrzywdzonego w tej sprawie.</w:t>
      </w:r>
      <w:r w:rsidR="009C0705" w:rsidRPr="00A60CDA">
        <w:rPr>
          <w:rFonts w:cs="Arial"/>
          <w:sz w:val="22"/>
          <w:szCs w:val="22"/>
        </w:rPr>
        <w:t xml:space="preserve"> </w:t>
      </w:r>
    </w:p>
    <w:p w14:paraId="3C8DD7CF" w14:textId="77777777" w:rsidR="00EA4F7F" w:rsidRPr="00714C99" w:rsidRDefault="00EA4F7F" w:rsidP="00714C99">
      <w:pPr>
        <w:jc w:val="both"/>
        <w:rPr>
          <w:rFonts w:cs="Arial"/>
          <w:sz w:val="22"/>
          <w:szCs w:val="22"/>
        </w:rPr>
      </w:pPr>
      <w:r w:rsidRPr="00714C99">
        <w:rPr>
          <w:rFonts w:cs="Arial"/>
          <w:sz w:val="22"/>
          <w:szCs w:val="22"/>
        </w:rPr>
        <w:t xml:space="preserve">Ponadto wnoszę o umożliwienie zapoznania się z materiałem dowodowym, </w:t>
      </w:r>
      <w:r w:rsidR="00714C99" w:rsidRPr="00714C99">
        <w:rPr>
          <w:rFonts w:cs="Arial"/>
          <w:sz w:val="22"/>
          <w:szCs w:val="22"/>
        </w:rPr>
        <w:t xml:space="preserve">zebranym w toku postępowania przygotowawczego wszczętego na skutek zawiadomienia właściwego organu Państwowej Inspekcji Pracy, </w:t>
      </w:r>
      <w:r w:rsidRPr="00714C99">
        <w:rPr>
          <w:rFonts w:cs="Arial"/>
          <w:sz w:val="22"/>
          <w:szCs w:val="22"/>
        </w:rPr>
        <w:t>przed wydaniem postanowienia o umorzeniu postępowania, w celu ewentualnego zgłoszenia dodatkowych wniosków dowodowych (zgodnie z §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3 ust.</w:t>
      </w:r>
      <w:r w:rsidR="00785F7F" w:rsidRPr="00714C99">
        <w:rPr>
          <w:rFonts w:cs="Arial"/>
          <w:sz w:val="22"/>
          <w:szCs w:val="22"/>
        </w:rPr>
        <w:t> </w:t>
      </w:r>
      <w:r w:rsidRPr="00714C99">
        <w:rPr>
          <w:rFonts w:cs="Arial"/>
          <w:sz w:val="22"/>
          <w:szCs w:val="22"/>
        </w:rPr>
        <w:t>2 Porozumienia pom</w:t>
      </w:r>
      <w:r w:rsidR="001A641A" w:rsidRPr="00714C99">
        <w:rPr>
          <w:rFonts w:cs="Arial"/>
          <w:sz w:val="22"/>
          <w:szCs w:val="22"/>
        </w:rPr>
        <w:t xml:space="preserve">iędzy Prokuratorem </w:t>
      </w:r>
      <w:r w:rsidR="00E77C4F" w:rsidRPr="00714C99">
        <w:rPr>
          <w:rFonts w:cs="Arial"/>
          <w:sz w:val="22"/>
          <w:szCs w:val="22"/>
        </w:rPr>
        <w:t>Krajowym</w:t>
      </w:r>
      <w:r w:rsidR="001A641A" w:rsidRPr="00714C99">
        <w:rPr>
          <w:rFonts w:cs="Arial"/>
          <w:sz w:val="22"/>
          <w:szCs w:val="22"/>
        </w:rPr>
        <w:t xml:space="preserve"> i </w:t>
      </w:r>
      <w:r w:rsidRPr="00714C99">
        <w:rPr>
          <w:rFonts w:cs="Arial"/>
          <w:sz w:val="22"/>
          <w:szCs w:val="22"/>
        </w:rPr>
        <w:t xml:space="preserve">Głównym Inspektorem Pracy z dnia </w:t>
      </w:r>
      <w:r w:rsidR="00E77C4F" w:rsidRPr="00714C99">
        <w:rPr>
          <w:rFonts w:cs="Arial"/>
          <w:sz w:val="22"/>
          <w:szCs w:val="22"/>
        </w:rPr>
        <w:t>6 listopada 2017</w:t>
      </w:r>
      <w:r w:rsidRPr="00714C99">
        <w:rPr>
          <w:rFonts w:cs="Arial"/>
          <w:sz w:val="22"/>
          <w:szCs w:val="22"/>
        </w:rPr>
        <w:t xml:space="preserve"> r</w:t>
      </w:r>
      <w:r w:rsidR="00602E0F" w:rsidRPr="00714C99">
        <w:rPr>
          <w:rFonts w:cs="Arial"/>
          <w:sz w:val="22"/>
          <w:szCs w:val="22"/>
        </w:rPr>
        <w:t>.</w:t>
      </w:r>
      <w:r w:rsidRPr="00714C99">
        <w:rPr>
          <w:rFonts w:cs="Arial"/>
          <w:sz w:val="22"/>
          <w:szCs w:val="22"/>
        </w:rPr>
        <w:t xml:space="preserve"> </w:t>
      </w:r>
      <w:r w:rsidR="00714C99">
        <w:rPr>
          <w:rFonts w:cs="Arial"/>
          <w:sz w:val="22"/>
          <w:szCs w:val="22"/>
        </w:rPr>
        <w:br/>
      </w:r>
      <w:r w:rsidRPr="00714C99">
        <w:rPr>
          <w:rFonts w:cs="Arial"/>
          <w:sz w:val="22"/>
          <w:szCs w:val="22"/>
        </w:rPr>
        <w:t>w spraw</w:t>
      </w:r>
      <w:r w:rsidR="001A641A" w:rsidRPr="00714C99">
        <w:rPr>
          <w:rFonts w:cs="Arial"/>
          <w:sz w:val="22"/>
          <w:szCs w:val="22"/>
        </w:rPr>
        <w:t>ie współdziałania prokuratury z </w:t>
      </w:r>
      <w:r w:rsidRPr="00714C99">
        <w:rPr>
          <w:rFonts w:cs="Arial"/>
          <w:sz w:val="22"/>
          <w:szCs w:val="22"/>
        </w:rPr>
        <w:t>Państwową Inspekcją Pracy).</w:t>
      </w:r>
    </w:p>
    <w:p w14:paraId="289D0474" w14:textId="77777777" w:rsidR="00727FE9" w:rsidRPr="00A60CDA" w:rsidRDefault="00727FE9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3D5FBF87" w14:textId="77777777" w:rsidR="009D1998" w:rsidRPr="00A60CDA" w:rsidRDefault="009D1998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p w14:paraId="2A88B6C8" w14:textId="77777777" w:rsidR="0049185E" w:rsidRPr="001A0496" w:rsidRDefault="0049185E" w:rsidP="0049185E">
      <w:pPr>
        <w:suppressAutoHyphens/>
        <w:ind w:left="6237"/>
        <w:jc w:val="center"/>
        <w:rPr>
          <w:rFonts w:cs="Arial"/>
        </w:rPr>
      </w:pPr>
      <w:r w:rsidRPr="001A0496">
        <w:rPr>
          <w:rFonts w:cs="Arial"/>
        </w:rPr>
        <w:t>...................................................</w:t>
      </w:r>
    </w:p>
    <w:p w14:paraId="59D8D585" w14:textId="77777777" w:rsidR="0049185E" w:rsidRPr="005B4C17" w:rsidRDefault="0049185E" w:rsidP="0049185E">
      <w:pPr>
        <w:keepNext/>
        <w:suppressAutoHyphens/>
        <w:ind w:left="6237"/>
        <w:jc w:val="center"/>
        <w:rPr>
          <w:rFonts w:cs="Arial"/>
          <w:i/>
          <w:sz w:val="16"/>
          <w:szCs w:val="16"/>
        </w:rPr>
      </w:pPr>
      <w:r w:rsidRPr="00B32603">
        <w:rPr>
          <w:rFonts w:cs="Arial"/>
          <w:i/>
          <w:sz w:val="16"/>
          <w:szCs w:val="16"/>
        </w:rPr>
        <w:t xml:space="preserve">(podpis i pieczęć </w:t>
      </w:r>
      <w:r>
        <w:rPr>
          <w:rFonts w:cs="Arial"/>
          <w:i/>
          <w:sz w:val="16"/>
          <w:szCs w:val="16"/>
        </w:rPr>
        <w:t xml:space="preserve">albo podpis elektroniczny </w:t>
      </w:r>
      <w:r w:rsidRPr="00B32603">
        <w:rPr>
          <w:rFonts w:cs="Arial"/>
          <w:i/>
          <w:sz w:val="16"/>
          <w:szCs w:val="16"/>
        </w:rPr>
        <w:t>inspektora pracy)</w:t>
      </w:r>
    </w:p>
    <w:p w14:paraId="0AA11C43" w14:textId="77777777" w:rsidR="00B66A13" w:rsidRPr="00A60CDA" w:rsidRDefault="00B66A13" w:rsidP="001A641A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B66A13" w:rsidRPr="00A60CDA" w:rsidSect="001A641A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851" w:right="1134" w:bottom="851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5E51C" w14:textId="77777777" w:rsidR="002C68B4" w:rsidRDefault="002C68B4">
      <w:r>
        <w:separator/>
      </w:r>
    </w:p>
  </w:endnote>
  <w:endnote w:type="continuationSeparator" w:id="0">
    <w:p w14:paraId="1EA5BF8E" w14:textId="77777777" w:rsidR="002C68B4" w:rsidRDefault="002C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D50AE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AD0631" w14:textId="77777777" w:rsidR="009264FB" w:rsidRDefault="009264FB" w:rsidP="00C0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B4BBF" w14:textId="77777777" w:rsidR="009264FB" w:rsidRDefault="009264FB" w:rsidP="00E808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4C9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6558D98" w14:textId="77777777" w:rsidR="009264FB" w:rsidRDefault="009264FB" w:rsidP="00C0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1A208" w14:textId="77777777" w:rsidR="0049185E" w:rsidRDefault="0049185E" w:rsidP="0049185E">
    <w:pPr>
      <w:pStyle w:val="Stopka"/>
    </w:pPr>
  </w:p>
  <w:p w14:paraId="6111F1E8" w14:textId="77777777" w:rsidR="0049185E" w:rsidRPr="00DD08C0" w:rsidRDefault="0049185E" w:rsidP="0049185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6BA5D8C" wp14:editId="46A3A38B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FA83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2305B17" w14:textId="4E8ACCB7" w:rsidR="00D9300D" w:rsidRPr="0049185E" w:rsidRDefault="0049185E" w:rsidP="0049185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AB763" w14:textId="77777777" w:rsidR="002C68B4" w:rsidRDefault="002C68B4">
      <w:r>
        <w:separator/>
      </w:r>
    </w:p>
  </w:footnote>
  <w:footnote w:type="continuationSeparator" w:id="0">
    <w:p w14:paraId="0C90EC22" w14:textId="77777777" w:rsidR="002C68B4" w:rsidRDefault="002C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34AF6" w14:textId="1887EE76" w:rsidR="0049185E" w:rsidRPr="0049185E" w:rsidRDefault="0049185E" w:rsidP="0049185E">
    <w:pPr>
      <w:jc w:val="right"/>
      <w:rPr>
        <w:rFonts w:cs="Arial"/>
        <w:sz w:val="22"/>
        <w:szCs w:val="22"/>
      </w:rPr>
    </w:pPr>
    <w:r w:rsidRPr="0049185E">
      <w:rPr>
        <w:rFonts w:cs="Arial"/>
        <w:sz w:val="22"/>
        <w:szCs w:val="22"/>
      </w:rPr>
      <w:t>Załącznik nr 01.</w:t>
    </w:r>
    <w:r>
      <w:rPr>
        <w:rFonts w:cs="Arial"/>
        <w:sz w:val="22"/>
        <w:szCs w:val="22"/>
      </w:rPr>
      <w:t>21</w:t>
    </w:r>
  </w:p>
  <w:p w14:paraId="291FA74B" w14:textId="77777777" w:rsidR="0049185E" w:rsidRPr="0049185E" w:rsidRDefault="0049185E" w:rsidP="0049185E">
    <w:pPr>
      <w:rPr>
        <w:rFonts w:cs="Arial"/>
        <w:b/>
        <w:spacing w:val="100"/>
        <w:sz w:val="22"/>
        <w:szCs w:val="22"/>
      </w:rPr>
    </w:pPr>
  </w:p>
  <w:p w14:paraId="3E61BF9D" w14:textId="77777777" w:rsidR="0049185E" w:rsidRPr="0049185E" w:rsidRDefault="0049185E" w:rsidP="0049185E">
    <w:pPr>
      <w:jc w:val="center"/>
      <w:rPr>
        <w:rFonts w:cs="Arial"/>
        <w:b/>
        <w:spacing w:val="100"/>
        <w:sz w:val="22"/>
        <w:szCs w:val="22"/>
      </w:rPr>
    </w:pPr>
    <w:r w:rsidRPr="0049185E">
      <w:rPr>
        <w:rFonts w:cs="Arial"/>
        <w:b/>
        <w:spacing w:val="100"/>
        <w:sz w:val="22"/>
        <w:szCs w:val="22"/>
      </w:rPr>
      <w:t>WZÓR</w:t>
    </w:r>
  </w:p>
  <w:p w14:paraId="4700BBEF" w14:textId="77777777" w:rsidR="0049185E" w:rsidRPr="004F0791" w:rsidRDefault="0049185E" w:rsidP="0049185E">
    <w:pPr>
      <w:jc w:val="center"/>
      <w:rPr>
        <w:rFonts w:cs="Arial"/>
        <w:b/>
        <w:spacing w:val="100"/>
      </w:rPr>
    </w:pPr>
  </w:p>
  <w:p w14:paraId="42E9A8A0" w14:textId="26F19642" w:rsidR="00590AA9" w:rsidRDefault="0049185E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0102DF58" wp14:editId="663ED97B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20AD3"/>
    <w:multiLevelType w:val="hybridMultilevel"/>
    <w:tmpl w:val="F6D6F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723"/>
    <w:multiLevelType w:val="hybridMultilevel"/>
    <w:tmpl w:val="12CC7872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D47242"/>
    <w:multiLevelType w:val="hybridMultilevel"/>
    <w:tmpl w:val="48A0791A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D970FC"/>
    <w:multiLevelType w:val="hybridMultilevel"/>
    <w:tmpl w:val="5D1667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4740B"/>
    <w:multiLevelType w:val="hybridMultilevel"/>
    <w:tmpl w:val="1960DC76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A05B8F"/>
    <w:multiLevelType w:val="hybridMultilevel"/>
    <w:tmpl w:val="89F4C9F2"/>
    <w:lvl w:ilvl="0" w:tplc="1AACAAF8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7770D0"/>
    <w:multiLevelType w:val="hybridMultilevel"/>
    <w:tmpl w:val="E9C836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A9098A"/>
    <w:multiLevelType w:val="hybridMultilevel"/>
    <w:tmpl w:val="F2F67F28"/>
    <w:lvl w:ilvl="0" w:tplc="A49096CC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26208"/>
    <w:multiLevelType w:val="hybridMultilevel"/>
    <w:tmpl w:val="55AE5D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8F3003"/>
    <w:multiLevelType w:val="hybridMultilevel"/>
    <w:tmpl w:val="5B0E8D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A51FF9"/>
    <w:multiLevelType w:val="hybridMultilevel"/>
    <w:tmpl w:val="493853D4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AAD64A0"/>
    <w:multiLevelType w:val="hybridMultilevel"/>
    <w:tmpl w:val="007E46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112BEC"/>
    <w:multiLevelType w:val="hybridMultilevel"/>
    <w:tmpl w:val="832CC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20782"/>
    <w:multiLevelType w:val="hybridMultilevel"/>
    <w:tmpl w:val="560467EC"/>
    <w:lvl w:ilvl="0" w:tplc="589E35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CD1CAE"/>
    <w:multiLevelType w:val="hybridMultilevel"/>
    <w:tmpl w:val="060EBD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84843"/>
    <w:multiLevelType w:val="hybridMultilevel"/>
    <w:tmpl w:val="025A72B8"/>
    <w:lvl w:ilvl="0" w:tplc="66426D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A66CF6"/>
    <w:multiLevelType w:val="hybridMultilevel"/>
    <w:tmpl w:val="DD6A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072C55"/>
    <w:multiLevelType w:val="hybridMultilevel"/>
    <w:tmpl w:val="D7186B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DA3474"/>
    <w:multiLevelType w:val="hybridMultilevel"/>
    <w:tmpl w:val="7B469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974AC8"/>
    <w:multiLevelType w:val="hybridMultilevel"/>
    <w:tmpl w:val="53CE567E"/>
    <w:lvl w:ilvl="0" w:tplc="AFCA79D4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4949186">
    <w:abstractNumId w:val="9"/>
  </w:num>
  <w:num w:numId="2" w16cid:durableId="1937863388">
    <w:abstractNumId w:val="10"/>
  </w:num>
  <w:num w:numId="3" w16cid:durableId="835026743">
    <w:abstractNumId w:val="2"/>
  </w:num>
  <w:num w:numId="4" w16cid:durableId="119300300">
    <w:abstractNumId w:val="5"/>
  </w:num>
  <w:num w:numId="5" w16cid:durableId="393285376">
    <w:abstractNumId w:val="19"/>
  </w:num>
  <w:num w:numId="6" w16cid:durableId="285356623">
    <w:abstractNumId w:val="4"/>
  </w:num>
  <w:num w:numId="7" w16cid:durableId="2131631772">
    <w:abstractNumId w:val="15"/>
  </w:num>
  <w:num w:numId="8" w16cid:durableId="522598862">
    <w:abstractNumId w:val="16"/>
  </w:num>
  <w:num w:numId="9" w16cid:durableId="146671520">
    <w:abstractNumId w:val="12"/>
  </w:num>
  <w:num w:numId="10" w16cid:durableId="228030850">
    <w:abstractNumId w:val="0"/>
  </w:num>
  <w:num w:numId="11" w16cid:durableId="360479591">
    <w:abstractNumId w:val="1"/>
  </w:num>
  <w:num w:numId="12" w16cid:durableId="1095175368">
    <w:abstractNumId w:val="14"/>
  </w:num>
  <w:num w:numId="13" w16cid:durableId="1071536821">
    <w:abstractNumId w:val="8"/>
  </w:num>
  <w:num w:numId="14" w16cid:durableId="1127510357">
    <w:abstractNumId w:val="13"/>
  </w:num>
  <w:num w:numId="15" w16cid:durableId="1895044419">
    <w:abstractNumId w:val="6"/>
  </w:num>
  <w:num w:numId="16" w16cid:durableId="2049059654">
    <w:abstractNumId w:val="18"/>
  </w:num>
  <w:num w:numId="17" w16cid:durableId="309480904">
    <w:abstractNumId w:val="11"/>
  </w:num>
  <w:num w:numId="18" w16cid:durableId="706640027">
    <w:abstractNumId w:val="17"/>
  </w:num>
  <w:num w:numId="19" w16cid:durableId="1509716325">
    <w:abstractNumId w:val="3"/>
  </w:num>
  <w:num w:numId="20" w16cid:durableId="2044283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6F9"/>
    <w:rsid w:val="000052D8"/>
    <w:rsid w:val="00011EC2"/>
    <w:rsid w:val="0001421D"/>
    <w:rsid w:val="00015F2F"/>
    <w:rsid w:val="00016010"/>
    <w:rsid w:val="000171DE"/>
    <w:rsid w:val="00021DE6"/>
    <w:rsid w:val="0003113F"/>
    <w:rsid w:val="00032F9A"/>
    <w:rsid w:val="0003741A"/>
    <w:rsid w:val="00057E43"/>
    <w:rsid w:val="00062878"/>
    <w:rsid w:val="00063B81"/>
    <w:rsid w:val="00086426"/>
    <w:rsid w:val="000A34E8"/>
    <w:rsid w:val="000B7C58"/>
    <w:rsid w:val="000C2C2B"/>
    <w:rsid w:val="000C3A49"/>
    <w:rsid w:val="000D3D39"/>
    <w:rsid w:val="000D6043"/>
    <w:rsid w:val="000E0B29"/>
    <w:rsid w:val="000E3323"/>
    <w:rsid w:val="000E4FA1"/>
    <w:rsid w:val="000E69FD"/>
    <w:rsid w:val="000F320D"/>
    <w:rsid w:val="000F42AA"/>
    <w:rsid w:val="000F44CA"/>
    <w:rsid w:val="00106C04"/>
    <w:rsid w:val="0011077F"/>
    <w:rsid w:val="0011748B"/>
    <w:rsid w:val="0012331E"/>
    <w:rsid w:val="00126CCB"/>
    <w:rsid w:val="00134BAE"/>
    <w:rsid w:val="00134E50"/>
    <w:rsid w:val="00135C17"/>
    <w:rsid w:val="00137E6C"/>
    <w:rsid w:val="00142F6B"/>
    <w:rsid w:val="00150823"/>
    <w:rsid w:val="001531D4"/>
    <w:rsid w:val="0015320A"/>
    <w:rsid w:val="00171246"/>
    <w:rsid w:val="00171CDE"/>
    <w:rsid w:val="001727DC"/>
    <w:rsid w:val="00173693"/>
    <w:rsid w:val="001866F9"/>
    <w:rsid w:val="00187009"/>
    <w:rsid w:val="001876AF"/>
    <w:rsid w:val="001903D6"/>
    <w:rsid w:val="00192EA4"/>
    <w:rsid w:val="00193AF5"/>
    <w:rsid w:val="001A0FA6"/>
    <w:rsid w:val="001A2EAD"/>
    <w:rsid w:val="001A641A"/>
    <w:rsid w:val="001B0EFE"/>
    <w:rsid w:val="001B40BE"/>
    <w:rsid w:val="001B437C"/>
    <w:rsid w:val="001B4CD4"/>
    <w:rsid w:val="001B5111"/>
    <w:rsid w:val="001B7CC4"/>
    <w:rsid w:val="001C160C"/>
    <w:rsid w:val="001C2203"/>
    <w:rsid w:val="001C3A52"/>
    <w:rsid w:val="001C4555"/>
    <w:rsid w:val="001D1776"/>
    <w:rsid w:val="001D6023"/>
    <w:rsid w:val="001D636D"/>
    <w:rsid w:val="001E62DE"/>
    <w:rsid w:val="001F0A27"/>
    <w:rsid w:val="001F1C1C"/>
    <w:rsid w:val="0021412C"/>
    <w:rsid w:val="002154C0"/>
    <w:rsid w:val="00216DBD"/>
    <w:rsid w:val="002204D1"/>
    <w:rsid w:val="00225EEB"/>
    <w:rsid w:val="002350FE"/>
    <w:rsid w:val="00241B46"/>
    <w:rsid w:val="002429F1"/>
    <w:rsid w:val="002508FD"/>
    <w:rsid w:val="00264088"/>
    <w:rsid w:val="00275860"/>
    <w:rsid w:val="00282DC6"/>
    <w:rsid w:val="00285DDB"/>
    <w:rsid w:val="002959EE"/>
    <w:rsid w:val="002A1B73"/>
    <w:rsid w:val="002C5526"/>
    <w:rsid w:val="002C68B4"/>
    <w:rsid w:val="002D0116"/>
    <w:rsid w:val="002E1792"/>
    <w:rsid w:val="002E7625"/>
    <w:rsid w:val="002F62F4"/>
    <w:rsid w:val="002F7BBC"/>
    <w:rsid w:val="0030427B"/>
    <w:rsid w:val="00304444"/>
    <w:rsid w:val="0030669F"/>
    <w:rsid w:val="00310794"/>
    <w:rsid w:val="00312E2F"/>
    <w:rsid w:val="00322799"/>
    <w:rsid w:val="00340F14"/>
    <w:rsid w:val="00344046"/>
    <w:rsid w:val="0034636F"/>
    <w:rsid w:val="00347F2D"/>
    <w:rsid w:val="00355CEB"/>
    <w:rsid w:val="0036573E"/>
    <w:rsid w:val="00366D00"/>
    <w:rsid w:val="0037362B"/>
    <w:rsid w:val="003742F8"/>
    <w:rsid w:val="00374F76"/>
    <w:rsid w:val="00380679"/>
    <w:rsid w:val="003849DF"/>
    <w:rsid w:val="003A2DE2"/>
    <w:rsid w:val="003B1903"/>
    <w:rsid w:val="003B638C"/>
    <w:rsid w:val="003E3B38"/>
    <w:rsid w:val="003E410C"/>
    <w:rsid w:val="003F6741"/>
    <w:rsid w:val="00405B2C"/>
    <w:rsid w:val="004156AD"/>
    <w:rsid w:val="004258CD"/>
    <w:rsid w:val="004330F1"/>
    <w:rsid w:val="00434C70"/>
    <w:rsid w:val="00437704"/>
    <w:rsid w:val="0046284D"/>
    <w:rsid w:val="00464346"/>
    <w:rsid w:val="00465518"/>
    <w:rsid w:val="004708E6"/>
    <w:rsid w:val="00475E95"/>
    <w:rsid w:val="00490A66"/>
    <w:rsid w:val="0049185E"/>
    <w:rsid w:val="0049224F"/>
    <w:rsid w:val="004A4AE5"/>
    <w:rsid w:val="004A6939"/>
    <w:rsid w:val="004B03E9"/>
    <w:rsid w:val="004B18EE"/>
    <w:rsid w:val="004B44CC"/>
    <w:rsid w:val="004D6026"/>
    <w:rsid w:val="004D7374"/>
    <w:rsid w:val="004D77B8"/>
    <w:rsid w:val="004E762B"/>
    <w:rsid w:val="00516412"/>
    <w:rsid w:val="00517E96"/>
    <w:rsid w:val="0053141C"/>
    <w:rsid w:val="005502DE"/>
    <w:rsid w:val="005517AB"/>
    <w:rsid w:val="00555D95"/>
    <w:rsid w:val="00566092"/>
    <w:rsid w:val="005777D8"/>
    <w:rsid w:val="005842BB"/>
    <w:rsid w:val="00590AA9"/>
    <w:rsid w:val="005B382D"/>
    <w:rsid w:val="005B63E1"/>
    <w:rsid w:val="005C30FB"/>
    <w:rsid w:val="005C4D87"/>
    <w:rsid w:val="005C53D5"/>
    <w:rsid w:val="005D37E2"/>
    <w:rsid w:val="005F22B7"/>
    <w:rsid w:val="005F4034"/>
    <w:rsid w:val="005F547D"/>
    <w:rsid w:val="005F5E10"/>
    <w:rsid w:val="005F771A"/>
    <w:rsid w:val="00601D1A"/>
    <w:rsid w:val="00602E0F"/>
    <w:rsid w:val="006037EA"/>
    <w:rsid w:val="00605B9D"/>
    <w:rsid w:val="00614EF5"/>
    <w:rsid w:val="00621E5C"/>
    <w:rsid w:val="0062331C"/>
    <w:rsid w:val="00623CA7"/>
    <w:rsid w:val="00654845"/>
    <w:rsid w:val="00662E25"/>
    <w:rsid w:val="00664575"/>
    <w:rsid w:val="006738C5"/>
    <w:rsid w:val="00684E06"/>
    <w:rsid w:val="006879B7"/>
    <w:rsid w:val="006B5A57"/>
    <w:rsid w:val="006C289D"/>
    <w:rsid w:val="006C363D"/>
    <w:rsid w:val="006D0D74"/>
    <w:rsid w:val="006E09D8"/>
    <w:rsid w:val="006E1F6C"/>
    <w:rsid w:val="006E34D0"/>
    <w:rsid w:val="006F01AE"/>
    <w:rsid w:val="006F10EB"/>
    <w:rsid w:val="007006FA"/>
    <w:rsid w:val="00700C6B"/>
    <w:rsid w:val="00702025"/>
    <w:rsid w:val="00705675"/>
    <w:rsid w:val="007130C7"/>
    <w:rsid w:val="00714C99"/>
    <w:rsid w:val="00724A18"/>
    <w:rsid w:val="00725208"/>
    <w:rsid w:val="00727FE9"/>
    <w:rsid w:val="0073040E"/>
    <w:rsid w:val="00731A1F"/>
    <w:rsid w:val="00743803"/>
    <w:rsid w:val="00743D8C"/>
    <w:rsid w:val="00762AAD"/>
    <w:rsid w:val="00762EB3"/>
    <w:rsid w:val="007671BC"/>
    <w:rsid w:val="00780DF2"/>
    <w:rsid w:val="00785F7F"/>
    <w:rsid w:val="007A3CEC"/>
    <w:rsid w:val="007A465F"/>
    <w:rsid w:val="007A5E98"/>
    <w:rsid w:val="007B6AD2"/>
    <w:rsid w:val="007C10D2"/>
    <w:rsid w:val="007C47B4"/>
    <w:rsid w:val="007C493E"/>
    <w:rsid w:val="007D1175"/>
    <w:rsid w:val="007D2D8A"/>
    <w:rsid w:val="007D62E8"/>
    <w:rsid w:val="007D700A"/>
    <w:rsid w:val="007D729E"/>
    <w:rsid w:val="007D7836"/>
    <w:rsid w:val="007E1E2B"/>
    <w:rsid w:val="007E2D43"/>
    <w:rsid w:val="007F54A7"/>
    <w:rsid w:val="00814BA5"/>
    <w:rsid w:val="0081588C"/>
    <w:rsid w:val="00825935"/>
    <w:rsid w:val="00832406"/>
    <w:rsid w:val="00835204"/>
    <w:rsid w:val="008626C0"/>
    <w:rsid w:val="008644C7"/>
    <w:rsid w:val="00865531"/>
    <w:rsid w:val="0086773E"/>
    <w:rsid w:val="008732BE"/>
    <w:rsid w:val="0087575F"/>
    <w:rsid w:val="00875B50"/>
    <w:rsid w:val="00882989"/>
    <w:rsid w:val="00887AC7"/>
    <w:rsid w:val="008A1AF9"/>
    <w:rsid w:val="008A5255"/>
    <w:rsid w:val="008B00D0"/>
    <w:rsid w:val="008B03EE"/>
    <w:rsid w:val="008C3A54"/>
    <w:rsid w:val="008C64DA"/>
    <w:rsid w:val="008D2D31"/>
    <w:rsid w:val="008D61AD"/>
    <w:rsid w:val="008E0183"/>
    <w:rsid w:val="008F00DA"/>
    <w:rsid w:val="008F61D9"/>
    <w:rsid w:val="008F7510"/>
    <w:rsid w:val="009030B3"/>
    <w:rsid w:val="009069D6"/>
    <w:rsid w:val="009264FB"/>
    <w:rsid w:val="00933D32"/>
    <w:rsid w:val="00937AD6"/>
    <w:rsid w:val="0094486A"/>
    <w:rsid w:val="00947E91"/>
    <w:rsid w:val="00952F79"/>
    <w:rsid w:val="009532AF"/>
    <w:rsid w:val="009609D7"/>
    <w:rsid w:val="00964B03"/>
    <w:rsid w:val="00964B97"/>
    <w:rsid w:val="009651D0"/>
    <w:rsid w:val="00972057"/>
    <w:rsid w:val="009726DE"/>
    <w:rsid w:val="00985F2E"/>
    <w:rsid w:val="00990CE6"/>
    <w:rsid w:val="009940F9"/>
    <w:rsid w:val="009944C1"/>
    <w:rsid w:val="00994F51"/>
    <w:rsid w:val="009A0ABD"/>
    <w:rsid w:val="009B1082"/>
    <w:rsid w:val="009B5C6F"/>
    <w:rsid w:val="009B74D8"/>
    <w:rsid w:val="009C0705"/>
    <w:rsid w:val="009C0899"/>
    <w:rsid w:val="009C6623"/>
    <w:rsid w:val="009C74C3"/>
    <w:rsid w:val="009C7831"/>
    <w:rsid w:val="009D0174"/>
    <w:rsid w:val="009D1998"/>
    <w:rsid w:val="009D6248"/>
    <w:rsid w:val="009E1A51"/>
    <w:rsid w:val="009F17B9"/>
    <w:rsid w:val="00A0022C"/>
    <w:rsid w:val="00A23E82"/>
    <w:rsid w:val="00A23FA1"/>
    <w:rsid w:val="00A240F3"/>
    <w:rsid w:val="00A25D28"/>
    <w:rsid w:val="00A272EF"/>
    <w:rsid w:val="00A30AC3"/>
    <w:rsid w:val="00A3733E"/>
    <w:rsid w:val="00A416FC"/>
    <w:rsid w:val="00A45B2E"/>
    <w:rsid w:val="00A541E0"/>
    <w:rsid w:val="00A5581B"/>
    <w:rsid w:val="00A5745F"/>
    <w:rsid w:val="00A60CDA"/>
    <w:rsid w:val="00A648E5"/>
    <w:rsid w:val="00A81BBC"/>
    <w:rsid w:val="00A82458"/>
    <w:rsid w:val="00A859C0"/>
    <w:rsid w:val="00A92803"/>
    <w:rsid w:val="00A92A7B"/>
    <w:rsid w:val="00A946DC"/>
    <w:rsid w:val="00A97CC0"/>
    <w:rsid w:val="00AA6910"/>
    <w:rsid w:val="00AA76B5"/>
    <w:rsid w:val="00AA7AAB"/>
    <w:rsid w:val="00AB1264"/>
    <w:rsid w:val="00AB1919"/>
    <w:rsid w:val="00AB33C0"/>
    <w:rsid w:val="00AC094C"/>
    <w:rsid w:val="00AC0D48"/>
    <w:rsid w:val="00AC391A"/>
    <w:rsid w:val="00AD455A"/>
    <w:rsid w:val="00AF0EDF"/>
    <w:rsid w:val="00AF1346"/>
    <w:rsid w:val="00AF6E8F"/>
    <w:rsid w:val="00AF7BE9"/>
    <w:rsid w:val="00B024C2"/>
    <w:rsid w:val="00B12F6F"/>
    <w:rsid w:val="00B13983"/>
    <w:rsid w:val="00B17ED3"/>
    <w:rsid w:val="00B32A83"/>
    <w:rsid w:val="00B43446"/>
    <w:rsid w:val="00B45286"/>
    <w:rsid w:val="00B5404E"/>
    <w:rsid w:val="00B57E00"/>
    <w:rsid w:val="00B62A6A"/>
    <w:rsid w:val="00B64475"/>
    <w:rsid w:val="00B662C6"/>
    <w:rsid w:val="00B66A13"/>
    <w:rsid w:val="00B67723"/>
    <w:rsid w:val="00B70472"/>
    <w:rsid w:val="00B72439"/>
    <w:rsid w:val="00B73B33"/>
    <w:rsid w:val="00B7496F"/>
    <w:rsid w:val="00B84C05"/>
    <w:rsid w:val="00B84CCB"/>
    <w:rsid w:val="00B856C9"/>
    <w:rsid w:val="00B94B84"/>
    <w:rsid w:val="00BA0454"/>
    <w:rsid w:val="00BA1A75"/>
    <w:rsid w:val="00BC092F"/>
    <w:rsid w:val="00BC0D46"/>
    <w:rsid w:val="00BD7D45"/>
    <w:rsid w:val="00BE334D"/>
    <w:rsid w:val="00BF1B10"/>
    <w:rsid w:val="00BF560F"/>
    <w:rsid w:val="00C02560"/>
    <w:rsid w:val="00C029B8"/>
    <w:rsid w:val="00C038D2"/>
    <w:rsid w:val="00C056F9"/>
    <w:rsid w:val="00C11289"/>
    <w:rsid w:val="00C17C15"/>
    <w:rsid w:val="00C2184A"/>
    <w:rsid w:val="00C22D83"/>
    <w:rsid w:val="00C24D3E"/>
    <w:rsid w:val="00C3288F"/>
    <w:rsid w:val="00C44C53"/>
    <w:rsid w:val="00C55916"/>
    <w:rsid w:val="00C63016"/>
    <w:rsid w:val="00C652FC"/>
    <w:rsid w:val="00C744AE"/>
    <w:rsid w:val="00C74FC2"/>
    <w:rsid w:val="00CA5845"/>
    <w:rsid w:val="00CA671D"/>
    <w:rsid w:val="00CA73F3"/>
    <w:rsid w:val="00CC492F"/>
    <w:rsid w:val="00CD1208"/>
    <w:rsid w:val="00CE312E"/>
    <w:rsid w:val="00CE34AA"/>
    <w:rsid w:val="00CF04A9"/>
    <w:rsid w:val="00CF1355"/>
    <w:rsid w:val="00CF4733"/>
    <w:rsid w:val="00D22259"/>
    <w:rsid w:val="00D3172B"/>
    <w:rsid w:val="00D33933"/>
    <w:rsid w:val="00D42007"/>
    <w:rsid w:val="00D426DD"/>
    <w:rsid w:val="00D51E4D"/>
    <w:rsid w:val="00D52C4F"/>
    <w:rsid w:val="00D61809"/>
    <w:rsid w:val="00D645F3"/>
    <w:rsid w:val="00D67E49"/>
    <w:rsid w:val="00D67EDC"/>
    <w:rsid w:val="00D7278C"/>
    <w:rsid w:val="00D77E65"/>
    <w:rsid w:val="00D8745B"/>
    <w:rsid w:val="00D92A77"/>
    <w:rsid w:val="00D9300D"/>
    <w:rsid w:val="00D95308"/>
    <w:rsid w:val="00DA2CA2"/>
    <w:rsid w:val="00DA688E"/>
    <w:rsid w:val="00DB2DA0"/>
    <w:rsid w:val="00DB355C"/>
    <w:rsid w:val="00DB6632"/>
    <w:rsid w:val="00DC6D00"/>
    <w:rsid w:val="00DE47DB"/>
    <w:rsid w:val="00DF50BD"/>
    <w:rsid w:val="00E05879"/>
    <w:rsid w:val="00E11D65"/>
    <w:rsid w:val="00E20A80"/>
    <w:rsid w:val="00E40BD8"/>
    <w:rsid w:val="00E450F1"/>
    <w:rsid w:val="00E50BDB"/>
    <w:rsid w:val="00E5336F"/>
    <w:rsid w:val="00E53D7D"/>
    <w:rsid w:val="00E60718"/>
    <w:rsid w:val="00E6239F"/>
    <w:rsid w:val="00E658F3"/>
    <w:rsid w:val="00E70CF2"/>
    <w:rsid w:val="00E70E0D"/>
    <w:rsid w:val="00E76CCE"/>
    <w:rsid w:val="00E77C4F"/>
    <w:rsid w:val="00E808CD"/>
    <w:rsid w:val="00E869A7"/>
    <w:rsid w:val="00E90691"/>
    <w:rsid w:val="00E97361"/>
    <w:rsid w:val="00EA14A4"/>
    <w:rsid w:val="00EA28EF"/>
    <w:rsid w:val="00EA4F7F"/>
    <w:rsid w:val="00EB2182"/>
    <w:rsid w:val="00ED1929"/>
    <w:rsid w:val="00ED198F"/>
    <w:rsid w:val="00EE0566"/>
    <w:rsid w:val="00EE05A2"/>
    <w:rsid w:val="00EE1BB3"/>
    <w:rsid w:val="00EE546D"/>
    <w:rsid w:val="00EF0D00"/>
    <w:rsid w:val="00EF1360"/>
    <w:rsid w:val="00EF2FFF"/>
    <w:rsid w:val="00EF4BC0"/>
    <w:rsid w:val="00F07712"/>
    <w:rsid w:val="00F10D7B"/>
    <w:rsid w:val="00F15D19"/>
    <w:rsid w:val="00F17ABE"/>
    <w:rsid w:val="00F17B98"/>
    <w:rsid w:val="00F27D19"/>
    <w:rsid w:val="00F30436"/>
    <w:rsid w:val="00F369BB"/>
    <w:rsid w:val="00F41856"/>
    <w:rsid w:val="00F451D9"/>
    <w:rsid w:val="00F4584A"/>
    <w:rsid w:val="00F52620"/>
    <w:rsid w:val="00F55698"/>
    <w:rsid w:val="00F63515"/>
    <w:rsid w:val="00F65650"/>
    <w:rsid w:val="00F679C5"/>
    <w:rsid w:val="00F7046A"/>
    <w:rsid w:val="00F84C87"/>
    <w:rsid w:val="00F8578A"/>
    <w:rsid w:val="00F918A9"/>
    <w:rsid w:val="00FA41EF"/>
    <w:rsid w:val="00FD11E5"/>
    <w:rsid w:val="00FD199B"/>
    <w:rsid w:val="00FF341F"/>
    <w:rsid w:val="00FF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13CE03"/>
  <w15:docId w15:val="{493907B3-9047-4E08-8ED1-7D59A71A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B29"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cs="Arial"/>
      <w:b/>
      <w:bCs/>
      <w:iCs/>
      <w:cap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056F9"/>
  </w:style>
  <w:style w:type="character" w:styleId="Hipercze">
    <w:name w:val="Hyperlink"/>
    <w:rsid w:val="00134BA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330F1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777D8"/>
    <w:pPr>
      <w:jc w:val="both"/>
    </w:pPr>
    <w:rPr>
      <w:rFonts w:ascii="Times New Roman" w:hAnsi="Times New Roman"/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5777D8"/>
    <w:rPr>
      <w:sz w:val="28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A41E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A41EF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unhideWhenUsed/>
    <w:rsid w:val="00225E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25EEB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rsid w:val="004918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1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ogonc\Moje%20dokumenty\GIPPIP_s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GIPPIP_st</Template>
  <TotalTime>115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1 marca 2005 r</vt:lpstr>
    </vt:vector>
  </TitlesOfParts>
  <Company>Ośrodek Szkolenia Państwowej Inspekcji Pracy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1 marca 2005 r</dc:title>
  <dc:creator>wogonc;PŻ</dc:creator>
  <cp:lastModifiedBy>Tomasz Pawłowski</cp:lastModifiedBy>
  <cp:revision>18</cp:revision>
  <cp:lastPrinted>2011-12-15T07:54:00Z</cp:lastPrinted>
  <dcterms:created xsi:type="dcterms:W3CDTF">2014-12-12T10:36:00Z</dcterms:created>
  <dcterms:modified xsi:type="dcterms:W3CDTF">2024-09-18T09:02:00Z</dcterms:modified>
</cp:coreProperties>
</file>